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E7D20" w14:textId="77777777" w:rsidR="00693E4D" w:rsidRPr="00693E4D" w:rsidRDefault="00693E4D" w:rsidP="00693E4D">
      <w:pPr>
        <w:ind w:right="567"/>
        <w:rPr>
          <w:rFonts w:ascii="DB Office" w:hAnsi="DB Office"/>
          <w:sz w:val="22"/>
        </w:rPr>
      </w:pPr>
      <w:r w:rsidRPr="00693E4D">
        <w:rPr>
          <w:rFonts w:ascii="DB Office" w:hAnsi="DB Office"/>
          <w:sz w:val="22"/>
        </w:rPr>
        <w:t>Der Bieter verpflichtet sich bei der Weitergabe von Lie</w:t>
      </w:r>
      <w:r w:rsidR="001F4449">
        <w:rPr>
          <w:rFonts w:ascii="DB Office" w:hAnsi="DB Office"/>
          <w:sz w:val="22"/>
        </w:rPr>
        <w:t>fer- und Dienstleistungen an Nach</w:t>
      </w:r>
      <w:r w:rsidRPr="00693E4D">
        <w:rPr>
          <w:rFonts w:ascii="DB Office" w:hAnsi="DB Office"/>
          <w:sz w:val="22"/>
        </w:rPr>
        <w:t>u</w:t>
      </w:r>
      <w:r w:rsidR="001F4449">
        <w:rPr>
          <w:rFonts w:ascii="DB Office" w:hAnsi="DB Office"/>
          <w:sz w:val="22"/>
        </w:rPr>
        <w:t>n</w:t>
      </w:r>
      <w:r w:rsidR="00F6158F">
        <w:rPr>
          <w:rFonts w:ascii="DB Office" w:hAnsi="DB Office"/>
          <w:sz w:val="22"/>
        </w:rPr>
        <w:t xml:space="preserve">ternehmer die Bestimmungen des </w:t>
      </w:r>
      <w:r w:rsidR="00F6158F" w:rsidRPr="00AD0C9D">
        <w:rPr>
          <w:rFonts w:ascii="DB Office" w:hAnsi="DB Office"/>
          <w:sz w:val="22"/>
        </w:rPr>
        <w:t>Rahmenv</w:t>
      </w:r>
      <w:r w:rsidRPr="00AD0C9D">
        <w:rPr>
          <w:rFonts w:ascii="DB Office" w:hAnsi="DB Office"/>
          <w:sz w:val="22"/>
        </w:rPr>
        <w:t>ertrages</w:t>
      </w:r>
      <w:r w:rsidRPr="00693E4D">
        <w:rPr>
          <w:rFonts w:ascii="DB Office" w:hAnsi="DB Office"/>
          <w:sz w:val="22"/>
        </w:rPr>
        <w:t xml:space="preserve"> sicher zu stellen.</w:t>
      </w:r>
    </w:p>
    <w:p w14:paraId="182E7D21" w14:textId="77777777" w:rsidR="00693E4D" w:rsidRPr="00693E4D" w:rsidRDefault="00693E4D" w:rsidP="00693E4D">
      <w:pPr>
        <w:ind w:right="567"/>
        <w:rPr>
          <w:rFonts w:ascii="DB Office" w:hAnsi="DB Office"/>
          <w:sz w:val="22"/>
        </w:rPr>
      </w:pPr>
    </w:p>
    <w:tbl>
      <w:tblPr>
        <w:tblW w:w="9405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3182"/>
        <w:gridCol w:w="2350"/>
      </w:tblGrid>
      <w:tr w:rsidR="00693E4D" w:rsidRPr="00693E4D" w14:paraId="182E7D26" w14:textId="77777777" w:rsidTr="00B3505E">
        <w:trPr>
          <w:trHeight w:val="509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2" w14:textId="77777777" w:rsidR="00693E4D" w:rsidRPr="00693E4D" w:rsidRDefault="00693E4D" w:rsidP="005638B3">
            <w:pPr>
              <w:spacing w:before="120" w:after="0"/>
              <w:jc w:val="center"/>
              <w:rPr>
                <w:rFonts w:ascii="DB Office" w:hAnsi="DB Office"/>
                <w:b/>
                <w:bCs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 xml:space="preserve">Name </w:t>
            </w:r>
            <w:r w:rsidR="001F4449">
              <w:rPr>
                <w:rFonts w:ascii="DB Office" w:hAnsi="DB Office"/>
                <w:b/>
                <w:bCs/>
                <w:sz w:val="22"/>
              </w:rPr>
              <w:t>und Adresse des Nach</w:t>
            </w:r>
            <w:r w:rsidRPr="00693E4D">
              <w:rPr>
                <w:rFonts w:ascii="DB Office" w:hAnsi="DB Office"/>
                <w:b/>
                <w:bCs/>
                <w:sz w:val="22"/>
              </w:rPr>
              <w:t>unternehmers</w:t>
            </w:r>
            <w:r w:rsidR="00061662">
              <w:rPr>
                <w:rFonts w:ascii="DB Office" w:hAnsi="DB Office"/>
                <w:b/>
                <w:bCs/>
                <w:sz w:val="22"/>
              </w:rPr>
              <w:t>,</w:t>
            </w:r>
            <w:r w:rsidR="005638B3">
              <w:rPr>
                <w:rFonts w:ascii="DB Office" w:hAnsi="DB Office"/>
                <w:b/>
                <w:bCs/>
                <w:sz w:val="22"/>
              </w:rPr>
              <w:t xml:space="preserve"> gesetzliche Vertreter, </w:t>
            </w:r>
            <w:r w:rsidR="00061662">
              <w:rPr>
                <w:rFonts w:ascii="DB Office" w:hAnsi="DB Office"/>
                <w:b/>
                <w:bCs/>
                <w:sz w:val="22"/>
              </w:rPr>
              <w:t>Ansprechpartner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3" w14:textId="77777777" w:rsidR="00693E4D" w:rsidRPr="00693E4D" w:rsidRDefault="00693E4D" w:rsidP="00B3505E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Beschreibung der zu erbringenden Teilleistungen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4" w14:textId="77777777" w:rsidR="00693E4D" w:rsidRPr="00693E4D" w:rsidRDefault="00061662" w:rsidP="00061662">
            <w:pPr>
              <w:spacing w:before="120"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>
              <w:rPr>
                <w:rFonts w:ascii="DB Office" w:hAnsi="DB Office"/>
                <w:b/>
                <w:bCs/>
                <w:sz w:val="22"/>
              </w:rPr>
              <w:t xml:space="preserve">Mengen / </w:t>
            </w:r>
            <w:r w:rsidR="00693E4D" w:rsidRPr="00693E4D">
              <w:rPr>
                <w:rFonts w:ascii="DB Office" w:hAnsi="DB Office"/>
                <w:b/>
                <w:bCs/>
                <w:sz w:val="22"/>
              </w:rPr>
              <w:t>Summe der Teilleistungen</w:t>
            </w:r>
          </w:p>
          <w:p w14:paraId="182E7D25" w14:textId="77777777" w:rsidR="00693E4D" w:rsidRPr="00693E4D" w:rsidRDefault="00693E4D" w:rsidP="00B3505E">
            <w:pPr>
              <w:spacing w:after="0"/>
              <w:jc w:val="center"/>
              <w:rPr>
                <w:rFonts w:ascii="DB Office" w:hAnsi="DB Office"/>
                <w:b/>
                <w:bCs/>
                <w:sz w:val="22"/>
              </w:rPr>
            </w:pPr>
            <w:r w:rsidRPr="00693E4D">
              <w:rPr>
                <w:rFonts w:ascii="DB Office" w:hAnsi="DB Office"/>
                <w:b/>
                <w:bCs/>
                <w:sz w:val="22"/>
              </w:rPr>
              <w:t>ca. T€ oder in %</w:t>
            </w:r>
          </w:p>
        </w:tc>
      </w:tr>
      <w:tr w:rsidR="00693E4D" w:rsidRPr="00693E4D" w14:paraId="182E7D2B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Arial" w:hAnsi="Arial"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  <w:bookmarkEnd w:id="0"/>
          </w:p>
          <w:p w14:paraId="182E7D28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9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A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</w:rPr>
              <w:fldChar w:fldCharType="end"/>
            </w:r>
            <w:bookmarkEnd w:id="2"/>
          </w:p>
        </w:tc>
      </w:tr>
      <w:tr w:rsidR="00693E4D" w:rsidRPr="00693E4D" w14:paraId="182E7D30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2D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E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2F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35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1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32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3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4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3A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6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3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8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9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3F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3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D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3E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44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0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41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2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3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49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5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46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7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8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4E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A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4B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C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D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  <w:tr w:rsidR="00693E4D" w:rsidRPr="00693E4D" w14:paraId="182E7D53" w14:textId="77777777" w:rsidTr="00B3505E">
        <w:trPr>
          <w:trHeight w:val="40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4F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  <w:p w14:paraId="182E7D50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51" w14:textId="77777777" w:rsidR="00693E4D" w:rsidRPr="00693E4D" w:rsidRDefault="00693E4D" w:rsidP="00B3505E">
            <w:pPr>
              <w:spacing w:before="120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7D52" w14:textId="77777777" w:rsidR="00693E4D" w:rsidRPr="00693E4D" w:rsidRDefault="00693E4D" w:rsidP="00B3505E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 w:rsidRPr="00693E4D"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93E4D">
              <w:rPr>
                <w:rFonts w:ascii="DB Office" w:hAnsi="DB Office"/>
                <w:sz w:val="16"/>
              </w:rPr>
              <w:instrText xml:space="preserve"> FORMTEXT </w:instrText>
            </w:r>
            <w:r w:rsidRPr="00693E4D">
              <w:rPr>
                <w:rFonts w:ascii="DB Office" w:hAnsi="DB Office"/>
                <w:sz w:val="16"/>
              </w:rPr>
            </w:r>
            <w:r w:rsidRPr="00693E4D">
              <w:rPr>
                <w:rFonts w:ascii="DB Office" w:hAnsi="DB Office"/>
                <w:sz w:val="16"/>
              </w:rPr>
              <w:fldChar w:fldCharType="separate"/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Arial Unicode MS" w:hAnsi="Arial Unicode MS" w:cs="Arial Unicode MS"/>
                <w:noProof/>
                <w:sz w:val="16"/>
              </w:rPr>
              <w:t> </w:t>
            </w:r>
            <w:r w:rsidRPr="00693E4D">
              <w:rPr>
                <w:rFonts w:ascii="DB Office" w:hAnsi="DB Office"/>
                <w:sz w:val="16"/>
              </w:rPr>
              <w:fldChar w:fldCharType="end"/>
            </w:r>
          </w:p>
        </w:tc>
      </w:tr>
    </w:tbl>
    <w:p w14:paraId="182E7D54" w14:textId="47A17B72" w:rsidR="00F27F1A" w:rsidRDefault="00F27F1A" w:rsidP="00693E4D">
      <w:pPr>
        <w:rPr>
          <w:rFonts w:ascii="DB Office" w:hAnsi="DB Office"/>
        </w:rPr>
      </w:pPr>
    </w:p>
    <w:p w14:paraId="1909926B" w14:textId="1F42C9B9" w:rsidR="00B872B7" w:rsidRDefault="00B872B7" w:rsidP="00693E4D">
      <w:pPr>
        <w:rPr>
          <w:rFonts w:ascii="DB Office" w:hAnsi="DB Office"/>
        </w:rPr>
      </w:pPr>
    </w:p>
    <w:p w14:paraId="6041702F" w14:textId="49799AD5" w:rsidR="00B872B7" w:rsidRDefault="00B872B7" w:rsidP="00693E4D">
      <w:pPr>
        <w:rPr>
          <w:rFonts w:ascii="DB Office" w:hAnsi="DB Office"/>
        </w:rPr>
      </w:pPr>
    </w:p>
    <w:p w14:paraId="5935BC76" w14:textId="751EF75B" w:rsidR="00B872B7" w:rsidRDefault="00B872B7" w:rsidP="00693E4D">
      <w:pPr>
        <w:rPr>
          <w:rFonts w:ascii="DB Office" w:hAnsi="DB Office"/>
        </w:rPr>
      </w:pPr>
      <w:r>
        <w:rPr>
          <w:rFonts w:ascii="DB Office" w:hAnsi="DB Office"/>
        </w:rPr>
        <w:t xml:space="preserve">Bieter: </w:t>
      </w:r>
    </w:p>
    <w:p w14:paraId="40045C50" w14:textId="02564574" w:rsidR="00B872B7" w:rsidRDefault="00B872B7" w:rsidP="00693E4D">
      <w:pPr>
        <w:rPr>
          <w:rFonts w:ascii="DB Office" w:hAnsi="DB Office"/>
        </w:rPr>
      </w:pPr>
    </w:p>
    <w:p w14:paraId="42B32531" w14:textId="5BD5BB84" w:rsidR="00B872B7" w:rsidRDefault="00B872B7" w:rsidP="00693E4D">
      <w:pPr>
        <w:rPr>
          <w:rFonts w:ascii="DB Office" w:hAnsi="DB Office"/>
        </w:rPr>
      </w:pPr>
      <w:r>
        <w:rPr>
          <w:rFonts w:ascii="DB Office" w:hAnsi="DB Office"/>
        </w:rPr>
        <w:t>_______________________________</w:t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  <w:t>_________________________</w:t>
      </w:r>
    </w:p>
    <w:p w14:paraId="3187ACD1" w14:textId="16FF74D7" w:rsidR="00B872B7" w:rsidRPr="00693E4D" w:rsidRDefault="00B872B7" w:rsidP="00693E4D">
      <w:pPr>
        <w:rPr>
          <w:rFonts w:ascii="DB Office" w:hAnsi="DB Office"/>
        </w:rPr>
      </w:pPr>
      <w:r>
        <w:rPr>
          <w:rFonts w:ascii="DB Office" w:hAnsi="DB Office"/>
        </w:rPr>
        <w:t>(Name, Ort, Datum)</w:t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</w:r>
      <w:r>
        <w:rPr>
          <w:rFonts w:ascii="DB Office" w:hAnsi="DB Office"/>
        </w:rPr>
        <w:tab/>
        <w:t>(Unterschrift / Firmenstempel)</w:t>
      </w:r>
    </w:p>
    <w:sectPr w:rsidR="00B872B7" w:rsidRPr="00693E4D" w:rsidSect="008013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567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E356D" w14:textId="77777777" w:rsidR="000E69E5" w:rsidRDefault="000E69E5">
      <w:r>
        <w:separator/>
      </w:r>
    </w:p>
  </w:endnote>
  <w:endnote w:type="continuationSeparator" w:id="0">
    <w:p w14:paraId="5456A191" w14:textId="77777777" w:rsidR="000E69E5" w:rsidRDefault="000E69E5">
      <w:r>
        <w:continuationSeparator/>
      </w:r>
    </w:p>
  </w:endnote>
  <w:endnote w:type="continuationNotice" w:id="1">
    <w:p w14:paraId="65D457C0" w14:textId="77777777" w:rsidR="000E69E5" w:rsidRDefault="000E69E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DB Office">
    <w:altName w:val="DB Office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Frutiger Bold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A746B" w14:textId="77777777" w:rsidR="0013442B" w:rsidRDefault="0013442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E7D60" w14:textId="77777777" w:rsidR="00A16B91" w:rsidRPr="00CF7F94" w:rsidRDefault="00A16B91" w:rsidP="00A16B91">
    <w:pPr>
      <w:pStyle w:val="Fuzeile"/>
    </w:pPr>
    <w:r w:rsidRPr="00CF7F94">
      <w:tab/>
      <w:t xml:space="preserve">Seite </w:t>
    </w:r>
    <w:r w:rsidRPr="00CF7F94">
      <w:fldChar w:fldCharType="begin"/>
    </w:r>
    <w:r w:rsidRPr="00CF7F94">
      <w:instrText xml:space="preserve"> PAGE </w:instrText>
    </w:r>
    <w:r w:rsidRPr="00CF7F94">
      <w:fldChar w:fldCharType="separate"/>
    </w:r>
    <w:r w:rsidR="00AB5714">
      <w:rPr>
        <w:noProof/>
      </w:rPr>
      <w:t>1</w:t>
    </w:r>
    <w:r w:rsidRPr="00CF7F94">
      <w:fldChar w:fldCharType="end"/>
    </w:r>
    <w:r w:rsidRPr="00CF7F94">
      <w:t xml:space="preserve"> von </w:t>
    </w:r>
    <w:r>
      <w:fldChar w:fldCharType="begin"/>
    </w:r>
    <w:r>
      <w:instrText xml:space="preserve"> NUMPAGES </w:instrText>
    </w:r>
    <w:r>
      <w:fldChar w:fldCharType="separate"/>
    </w:r>
    <w:r w:rsidR="00AB5714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8076A" w14:textId="77777777" w:rsidR="0013442B" w:rsidRDefault="0013442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AC962" w14:textId="77777777" w:rsidR="000E69E5" w:rsidRDefault="000E69E5">
      <w:r>
        <w:separator/>
      </w:r>
    </w:p>
  </w:footnote>
  <w:footnote w:type="continuationSeparator" w:id="0">
    <w:p w14:paraId="3691C28C" w14:textId="77777777" w:rsidR="000E69E5" w:rsidRDefault="000E69E5">
      <w:r>
        <w:continuationSeparator/>
      </w:r>
    </w:p>
  </w:footnote>
  <w:footnote w:type="continuationNotice" w:id="1">
    <w:p w14:paraId="2FEDEB2E" w14:textId="77777777" w:rsidR="000E69E5" w:rsidRDefault="000E69E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4AC21" w14:textId="77777777" w:rsidR="0013442B" w:rsidRDefault="0013442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E7D5A" w14:textId="795D5907" w:rsidR="00F6158F" w:rsidRPr="00F6158F" w:rsidRDefault="008C6877" w:rsidP="008D2107">
    <w:pPr>
      <w:pStyle w:val="Headline1"/>
      <w:ind w:left="0"/>
      <w:rPr>
        <w:sz w:val="22"/>
        <w:szCs w:val="22"/>
        <w:highlight w:val="yellow"/>
      </w:rPr>
    </w:pPr>
    <w:r w:rsidRPr="008C6877">
      <w:rPr>
        <w:sz w:val="22"/>
        <w:szCs w:val="22"/>
      </w:rPr>
      <w:t>25FEA8</w:t>
    </w:r>
    <w:r w:rsidR="0013442B">
      <w:rPr>
        <w:sz w:val="22"/>
        <w:szCs w:val="22"/>
      </w:rPr>
      <w:t>4899</w:t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8D2107">
      <w:rPr>
        <w:sz w:val="22"/>
        <w:szCs w:val="22"/>
      </w:rPr>
      <w:tab/>
    </w:r>
    <w:r w:rsidR="00F6158F" w:rsidRPr="00EF388C">
      <w:rPr>
        <w:sz w:val="22"/>
        <w:szCs w:val="22"/>
      </w:rPr>
      <w:t xml:space="preserve">Anlage </w:t>
    </w:r>
    <w:r w:rsidR="00B044F9">
      <w:rPr>
        <w:sz w:val="22"/>
        <w:szCs w:val="22"/>
      </w:rPr>
      <w:t>1</w:t>
    </w:r>
    <w:r w:rsidR="00200661">
      <w:rPr>
        <w:sz w:val="22"/>
        <w:szCs w:val="22"/>
      </w:rPr>
      <w:t>0</w:t>
    </w:r>
    <w:r w:rsidR="004E7FF8">
      <w:rPr>
        <w:sz w:val="22"/>
        <w:szCs w:val="22"/>
      </w:rPr>
      <w:t xml:space="preserve"> zum RV </w:t>
    </w:r>
  </w:p>
  <w:p w14:paraId="182E7D5B" w14:textId="77777777" w:rsidR="00A16B91" w:rsidRDefault="00C33D01" w:rsidP="00C33D01">
    <w:pPr>
      <w:pStyle w:val="berschrift3"/>
      <w:keepLines w:val="0"/>
      <w:pBdr>
        <w:top w:val="none" w:sz="0" w:space="0" w:color="auto"/>
      </w:pBdr>
      <w:suppressAutoHyphens w:val="0"/>
      <w:overflowPunct/>
      <w:autoSpaceDE/>
      <w:autoSpaceDN/>
      <w:adjustRightInd/>
      <w:spacing w:after="60"/>
      <w:jc w:val="center"/>
      <w:textAlignment w:val="auto"/>
      <w:rPr>
        <w:sz w:val="26"/>
        <w:szCs w:val="26"/>
      </w:rPr>
    </w:pPr>
    <w:r>
      <w:rPr>
        <w:sz w:val="26"/>
        <w:szCs w:val="26"/>
      </w:rPr>
      <w:br/>
    </w:r>
    <w:r>
      <w:rPr>
        <w:sz w:val="26"/>
        <w:szCs w:val="26"/>
      </w:rPr>
      <w:br/>
    </w:r>
  </w:p>
  <w:p w14:paraId="182E7D5C" w14:textId="77777777" w:rsidR="00C33D01" w:rsidRPr="00C33D01" w:rsidRDefault="00C33D01" w:rsidP="00C33D01">
    <w:pPr>
      <w:pStyle w:val="Text"/>
      <w:jc w:val="center"/>
      <w:rPr>
        <w:sz w:val="32"/>
        <w:szCs w:val="32"/>
      </w:rPr>
    </w:pPr>
    <w:r w:rsidRPr="00C33D01">
      <w:rPr>
        <w:sz w:val="32"/>
        <w:szCs w:val="32"/>
      </w:rPr>
      <w:t>Nachunternehmerliste</w:t>
    </w:r>
  </w:p>
  <w:p w14:paraId="182E7D5D" w14:textId="77777777" w:rsidR="00A16B91" w:rsidRDefault="00A16B91" w:rsidP="00A16B91">
    <w:pPr>
      <w:pStyle w:val="Kopfzeile2"/>
    </w:pPr>
  </w:p>
  <w:p w14:paraId="182E7D5E" w14:textId="34C9BE19" w:rsidR="00A16B91" w:rsidRPr="00C33D01" w:rsidRDefault="00A16B91" w:rsidP="00C33D01">
    <w:pPr>
      <w:pStyle w:val="Kopfzeile2"/>
      <w:jc w:val="center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9E9CA" w14:textId="77777777" w:rsidR="0013442B" w:rsidRDefault="0013442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8CCE6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7812D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E7AD4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C8C46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27C322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2346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16400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6663A1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42767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9A2FC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C47EAD48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FFFFFFFE"/>
    <w:multiLevelType w:val="singleLevel"/>
    <w:tmpl w:val="2970F362"/>
    <w:lvl w:ilvl="0">
      <w:numFmt w:val="decimal"/>
      <w:pStyle w:val="aufz"/>
      <w:lvlText w:val="*"/>
      <w:lvlJc w:val="left"/>
    </w:lvl>
  </w:abstractNum>
  <w:abstractNum w:abstractNumId="12" w15:restartNumberingAfterBreak="0">
    <w:nsid w:val="089F617B"/>
    <w:multiLevelType w:val="hybridMultilevel"/>
    <w:tmpl w:val="5B74E46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13" w15:restartNumberingAfterBreak="0">
    <w:nsid w:val="0D7D347D"/>
    <w:multiLevelType w:val="hybridMultilevel"/>
    <w:tmpl w:val="B3F8D91C"/>
    <w:lvl w:ilvl="0" w:tplc="E3281E0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18860371"/>
    <w:multiLevelType w:val="hybridMultilevel"/>
    <w:tmpl w:val="8F3EB088"/>
    <w:lvl w:ilvl="0" w:tplc="0407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19952893"/>
    <w:multiLevelType w:val="hybridMultilevel"/>
    <w:tmpl w:val="705E543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D8B1A7D"/>
    <w:multiLevelType w:val="multilevel"/>
    <w:tmpl w:val="79D6AD34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DC82BEA"/>
    <w:multiLevelType w:val="multilevel"/>
    <w:tmpl w:val="C5108E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21420A6B"/>
    <w:multiLevelType w:val="hybridMultilevel"/>
    <w:tmpl w:val="7D78D0C0"/>
    <w:lvl w:ilvl="0" w:tplc="3EF807BE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DC2AEB84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5CE1A51"/>
    <w:multiLevelType w:val="hybridMultilevel"/>
    <w:tmpl w:val="AC8AC04E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20" w15:restartNumberingAfterBreak="0">
    <w:nsid w:val="27982C4E"/>
    <w:multiLevelType w:val="hybridMultilevel"/>
    <w:tmpl w:val="AA2493FC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DC35B19"/>
    <w:multiLevelType w:val="hybridMultilevel"/>
    <w:tmpl w:val="432E906E"/>
    <w:lvl w:ilvl="0" w:tplc="0407000F">
      <w:start w:val="1"/>
      <w:numFmt w:val="decimal"/>
      <w:lvlText w:val="%1."/>
      <w:lvlJc w:val="left"/>
      <w:pPr>
        <w:tabs>
          <w:tab w:val="num" w:pos="1684"/>
        </w:tabs>
        <w:ind w:left="168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22" w15:restartNumberingAfterBreak="0">
    <w:nsid w:val="2EDD21A3"/>
    <w:multiLevelType w:val="singleLevel"/>
    <w:tmpl w:val="F20C3D5E"/>
    <w:lvl w:ilvl="0">
      <w:start w:val="1"/>
      <w:numFmt w:val="bullet"/>
      <w:pStyle w:val="Aufzhlung1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23" w15:restartNumberingAfterBreak="0">
    <w:nsid w:val="2FD25AFC"/>
    <w:multiLevelType w:val="hybridMultilevel"/>
    <w:tmpl w:val="8A429330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24" w15:restartNumberingAfterBreak="0">
    <w:nsid w:val="396B7493"/>
    <w:multiLevelType w:val="hybridMultilevel"/>
    <w:tmpl w:val="E05815DA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9F27AF9"/>
    <w:multiLevelType w:val="singleLevel"/>
    <w:tmpl w:val="40243618"/>
    <w:lvl w:ilvl="0">
      <w:start w:val="1"/>
      <w:numFmt w:val="decimal"/>
      <w:pStyle w:val="Nummerieru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D225074"/>
    <w:multiLevelType w:val="hybridMultilevel"/>
    <w:tmpl w:val="7370311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E612007"/>
    <w:multiLevelType w:val="hybridMultilevel"/>
    <w:tmpl w:val="CE46FAE6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ED87E76"/>
    <w:multiLevelType w:val="hybridMultilevel"/>
    <w:tmpl w:val="8A4E465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9" w15:restartNumberingAfterBreak="0">
    <w:nsid w:val="55961861"/>
    <w:multiLevelType w:val="multilevel"/>
    <w:tmpl w:val="D5F828C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Nummerierung2"/>
      <w:suff w:val="space"/>
      <w:lvlText w:val="%1.%2."/>
      <w:lvlJc w:val="left"/>
      <w:pPr>
        <w:ind w:left="0" w:firstLine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ummerierung3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0" w:firstLine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0" w:firstLine="144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7AE7DA6"/>
    <w:multiLevelType w:val="hybridMultilevel"/>
    <w:tmpl w:val="44525158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60794D53"/>
    <w:multiLevelType w:val="hybridMultilevel"/>
    <w:tmpl w:val="4BF42312"/>
    <w:lvl w:ilvl="0" w:tplc="0407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60A203B5"/>
    <w:multiLevelType w:val="hybridMultilevel"/>
    <w:tmpl w:val="F7C600DA"/>
    <w:lvl w:ilvl="0" w:tplc="2F0A00C4">
      <w:start w:val="1"/>
      <w:numFmt w:val="lowerLetter"/>
      <w:lvlText w:val="%1)"/>
      <w:lvlJc w:val="left"/>
      <w:pPr>
        <w:tabs>
          <w:tab w:val="num" w:pos="1684"/>
        </w:tabs>
        <w:ind w:left="168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3" w15:restartNumberingAfterBreak="0">
    <w:nsid w:val="686B2BFF"/>
    <w:multiLevelType w:val="hybridMultilevel"/>
    <w:tmpl w:val="39EC7860"/>
    <w:lvl w:ilvl="0" w:tplc="0407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1C66DCF4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  <w:rPr>
        <w:rFonts w:hint="default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4" w15:restartNumberingAfterBreak="0">
    <w:nsid w:val="71355904"/>
    <w:multiLevelType w:val="hybridMultilevel"/>
    <w:tmpl w:val="4B4864C4"/>
    <w:lvl w:ilvl="0" w:tplc="0407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5" w15:restartNumberingAfterBreak="0">
    <w:nsid w:val="72BC62AC"/>
    <w:multiLevelType w:val="hybridMultilevel"/>
    <w:tmpl w:val="4FEEC154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6086314"/>
    <w:multiLevelType w:val="hybridMultilevel"/>
    <w:tmpl w:val="BEB22BB6"/>
    <w:lvl w:ilvl="0" w:tplc="0E52B7DA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7" w15:restartNumberingAfterBreak="0">
    <w:nsid w:val="760E51A8"/>
    <w:multiLevelType w:val="hybridMultilevel"/>
    <w:tmpl w:val="C9B47B02"/>
    <w:lvl w:ilvl="0" w:tplc="C2CCA428">
      <w:start w:val="8"/>
      <w:numFmt w:val="bullet"/>
      <w:pStyle w:val="Aufzhlung1-Punkte"/>
      <w:lvlText w:val=""/>
      <w:lvlJc w:val="left"/>
      <w:pPr>
        <w:tabs>
          <w:tab w:val="num" w:pos="1352"/>
        </w:tabs>
        <w:ind w:left="1352" w:hanging="360"/>
      </w:pPr>
      <w:rPr>
        <w:rFonts w:ascii="Monotype Sorts" w:eastAsia="Times New Roman" w:hAnsi="Monotype Sorts" w:cs="Times New Roman" w:hint="default"/>
        <w:color w:val="FF0000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35135"/>
    <w:multiLevelType w:val="hybridMultilevel"/>
    <w:tmpl w:val="5D224DBA"/>
    <w:lvl w:ilvl="0" w:tplc="3EF807BE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934"/>
        </w:tabs>
        <w:ind w:left="2934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374"/>
        </w:tabs>
        <w:ind w:left="43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94"/>
        </w:tabs>
        <w:ind w:left="50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534"/>
        </w:tabs>
        <w:ind w:left="65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254"/>
        </w:tabs>
        <w:ind w:left="72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974"/>
        </w:tabs>
        <w:ind w:left="7974" w:hanging="360"/>
      </w:pPr>
      <w:rPr>
        <w:rFonts w:ascii="Wingdings" w:hAnsi="Wingdings" w:hint="default"/>
      </w:rPr>
    </w:lvl>
  </w:abstractNum>
  <w:abstractNum w:abstractNumId="39" w15:restartNumberingAfterBreak="0">
    <w:nsid w:val="7B7B63BC"/>
    <w:multiLevelType w:val="hybridMultilevel"/>
    <w:tmpl w:val="F9A85850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10823040">
    <w:abstractNumId w:val="10"/>
  </w:num>
  <w:num w:numId="2" w16cid:durableId="1371033303">
    <w:abstractNumId w:val="9"/>
  </w:num>
  <w:num w:numId="3" w16cid:durableId="1461651045">
    <w:abstractNumId w:val="7"/>
  </w:num>
  <w:num w:numId="4" w16cid:durableId="2008164991">
    <w:abstractNumId w:val="6"/>
  </w:num>
  <w:num w:numId="5" w16cid:durableId="1729382200">
    <w:abstractNumId w:val="28"/>
  </w:num>
  <w:num w:numId="6" w16cid:durableId="825365287">
    <w:abstractNumId w:val="13"/>
  </w:num>
  <w:num w:numId="7" w16cid:durableId="265701614">
    <w:abstractNumId w:val="33"/>
  </w:num>
  <w:num w:numId="8" w16cid:durableId="1599947106">
    <w:abstractNumId w:val="35"/>
  </w:num>
  <w:num w:numId="9" w16cid:durableId="971864057">
    <w:abstractNumId w:val="18"/>
  </w:num>
  <w:num w:numId="10" w16cid:durableId="1218935938">
    <w:abstractNumId w:val="30"/>
  </w:num>
  <w:num w:numId="11" w16cid:durableId="325595712">
    <w:abstractNumId w:val="15"/>
  </w:num>
  <w:num w:numId="12" w16cid:durableId="1097679484">
    <w:abstractNumId w:val="20"/>
  </w:num>
  <w:num w:numId="13" w16cid:durableId="871067436">
    <w:abstractNumId w:val="29"/>
  </w:num>
  <w:num w:numId="14" w16cid:durableId="1592472113">
    <w:abstractNumId w:val="25"/>
  </w:num>
  <w:num w:numId="15" w16cid:durableId="462425197">
    <w:abstractNumId w:val="5"/>
  </w:num>
  <w:num w:numId="16" w16cid:durableId="1121917805">
    <w:abstractNumId w:val="4"/>
  </w:num>
  <w:num w:numId="17" w16cid:durableId="117528729">
    <w:abstractNumId w:val="8"/>
  </w:num>
  <w:num w:numId="18" w16cid:durableId="509150763">
    <w:abstractNumId w:val="3"/>
  </w:num>
  <w:num w:numId="19" w16cid:durableId="666981157">
    <w:abstractNumId w:val="2"/>
  </w:num>
  <w:num w:numId="20" w16cid:durableId="851379345">
    <w:abstractNumId w:val="1"/>
  </w:num>
  <w:num w:numId="21" w16cid:durableId="319114532">
    <w:abstractNumId w:val="0"/>
  </w:num>
  <w:num w:numId="22" w16cid:durableId="485708949">
    <w:abstractNumId w:val="37"/>
  </w:num>
  <w:num w:numId="23" w16cid:durableId="564412948">
    <w:abstractNumId w:val="11"/>
    <w:lvlOverride w:ilvl="0">
      <w:lvl w:ilvl="0">
        <w:start w:val="1"/>
        <w:numFmt w:val="bullet"/>
        <w:pStyle w:val="aufz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 w16cid:durableId="461310307">
    <w:abstractNumId w:val="19"/>
  </w:num>
  <w:num w:numId="25" w16cid:durableId="421027911">
    <w:abstractNumId w:val="36"/>
  </w:num>
  <w:num w:numId="26" w16cid:durableId="849297932">
    <w:abstractNumId w:val="38"/>
  </w:num>
  <w:num w:numId="27" w16cid:durableId="1457217815">
    <w:abstractNumId w:val="32"/>
  </w:num>
  <w:num w:numId="28" w16cid:durableId="635257566">
    <w:abstractNumId w:val="23"/>
  </w:num>
  <w:num w:numId="29" w16cid:durableId="1469280692">
    <w:abstractNumId w:val="21"/>
  </w:num>
  <w:num w:numId="30" w16cid:durableId="1461265069">
    <w:abstractNumId w:val="31"/>
  </w:num>
  <w:num w:numId="31" w16cid:durableId="1014188370">
    <w:abstractNumId w:val="39"/>
  </w:num>
  <w:num w:numId="32" w16cid:durableId="1504272954">
    <w:abstractNumId w:val="14"/>
  </w:num>
  <w:num w:numId="33" w16cid:durableId="292369222">
    <w:abstractNumId w:val="24"/>
  </w:num>
  <w:num w:numId="34" w16cid:durableId="358431392">
    <w:abstractNumId w:val="26"/>
  </w:num>
  <w:num w:numId="35" w16cid:durableId="57554017">
    <w:abstractNumId w:val="12"/>
  </w:num>
  <w:num w:numId="36" w16cid:durableId="1958482934">
    <w:abstractNumId w:val="22"/>
  </w:num>
  <w:num w:numId="37" w16cid:durableId="179466112">
    <w:abstractNumId w:val="34"/>
  </w:num>
  <w:num w:numId="38" w16cid:durableId="1146360436">
    <w:abstractNumId w:val="27"/>
  </w:num>
  <w:num w:numId="39" w16cid:durableId="214199520">
    <w:abstractNumId w:val="16"/>
  </w:num>
  <w:num w:numId="40" w16cid:durableId="625934797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CH" w:vendorID="9" w:dllVersion="512" w:checkStyle="1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6"/>
  <w:consecutiveHyphenLimit w:val="2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 fill="f" strokecolor="aqua">
      <v:fill on="f"/>
      <v:stroke startarrowwidth="narrow" startarrowlength="short" endarrowwidth="narrow" endarrowlength="short" color="aqua" color2="none" weight="1pt"/>
      <v:textbox inset="1pt,1pt,1pt,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teilung" w:val="FIO"/>
    <w:docVar w:name="Bank" w:val="Bankhaus Duck"/>
    <w:docVar w:name="Bereich" w:val="EDV"/>
    <w:docVar w:name="BLZ" w:val="000 000 007"/>
    <w:docVar w:name="FaxNr" w:val="069 / 456789"/>
    <w:docVar w:name="HausNr" w:val="8"/>
    <w:docVar w:name="Initialen" w:val="kh"/>
    <w:docVar w:name="KontoNr" w:val="0815"/>
    <w:docVar w:name="Kostenstelle" w:val="4711"/>
    <w:docVar w:name="Name" w:val="Klaus Heislitz"/>
    <w:docVar w:name="NetzFaxNr" w:val="456"/>
    <w:docVar w:name="NetzTelefonNr" w:val="666"/>
    <w:docVar w:name="Niederlassung" w:val="Eschborn"/>
    <w:docVar w:name="PlzOrt" w:val="60128 Eschborn"/>
    <w:docVar w:name="Postfach" w:val="Postfach 4711"/>
    <w:docVar w:name="PostfachPlzOrt" w:val="60128 Eschborn"/>
    <w:docVar w:name="Straße" w:val="Kölnerstr."/>
    <w:docVar w:name="TelefonNr" w:val="069 / 12345"/>
    <w:docVar w:name="zieldateiname" w:val="C:\USERLOC.INI"/>
  </w:docVars>
  <w:rsids>
    <w:rsidRoot w:val="00A237A7"/>
    <w:rsid w:val="00001332"/>
    <w:rsid w:val="000105BC"/>
    <w:rsid w:val="000474F7"/>
    <w:rsid w:val="00061662"/>
    <w:rsid w:val="000618BE"/>
    <w:rsid w:val="00082745"/>
    <w:rsid w:val="00090267"/>
    <w:rsid w:val="000954F0"/>
    <w:rsid w:val="000A4D5A"/>
    <w:rsid w:val="000B51F7"/>
    <w:rsid w:val="000E19DD"/>
    <w:rsid w:val="000E5A70"/>
    <w:rsid w:val="000E69E5"/>
    <w:rsid w:val="001275B9"/>
    <w:rsid w:val="0013442B"/>
    <w:rsid w:val="00141B22"/>
    <w:rsid w:val="001623E7"/>
    <w:rsid w:val="00166891"/>
    <w:rsid w:val="00174747"/>
    <w:rsid w:val="00184B14"/>
    <w:rsid w:val="001879F1"/>
    <w:rsid w:val="001A6073"/>
    <w:rsid w:val="001A72D4"/>
    <w:rsid w:val="001A7E4F"/>
    <w:rsid w:val="001B2973"/>
    <w:rsid w:val="001E065B"/>
    <w:rsid w:val="001E4E6C"/>
    <w:rsid w:val="001F4449"/>
    <w:rsid w:val="00200661"/>
    <w:rsid w:val="002006A2"/>
    <w:rsid w:val="00205696"/>
    <w:rsid w:val="0023650D"/>
    <w:rsid w:val="00270FF7"/>
    <w:rsid w:val="00274B82"/>
    <w:rsid w:val="002C7E74"/>
    <w:rsid w:val="002D4350"/>
    <w:rsid w:val="002F77B5"/>
    <w:rsid w:val="0032010C"/>
    <w:rsid w:val="00323D37"/>
    <w:rsid w:val="00342F57"/>
    <w:rsid w:val="00382878"/>
    <w:rsid w:val="00383AB9"/>
    <w:rsid w:val="003915EC"/>
    <w:rsid w:val="003B3061"/>
    <w:rsid w:val="003B4D70"/>
    <w:rsid w:val="003C32D1"/>
    <w:rsid w:val="003D4F83"/>
    <w:rsid w:val="003D68A0"/>
    <w:rsid w:val="003E59B7"/>
    <w:rsid w:val="003E5E68"/>
    <w:rsid w:val="00415A25"/>
    <w:rsid w:val="004335A4"/>
    <w:rsid w:val="00441EE7"/>
    <w:rsid w:val="00477952"/>
    <w:rsid w:val="004B3279"/>
    <w:rsid w:val="004E7FF8"/>
    <w:rsid w:val="005006B8"/>
    <w:rsid w:val="00500ED4"/>
    <w:rsid w:val="00501C89"/>
    <w:rsid w:val="0050632A"/>
    <w:rsid w:val="00536528"/>
    <w:rsid w:val="00556A24"/>
    <w:rsid w:val="005638B3"/>
    <w:rsid w:val="00570CC4"/>
    <w:rsid w:val="00597591"/>
    <w:rsid w:val="005A3EC8"/>
    <w:rsid w:val="005A6302"/>
    <w:rsid w:val="005B3F95"/>
    <w:rsid w:val="005C4DB5"/>
    <w:rsid w:val="005D55AA"/>
    <w:rsid w:val="005E2196"/>
    <w:rsid w:val="005E2BF7"/>
    <w:rsid w:val="005E74AB"/>
    <w:rsid w:val="005F0482"/>
    <w:rsid w:val="005F0BBA"/>
    <w:rsid w:val="005F1BE0"/>
    <w:rsid w:val="00647DE1"/>
    <w:rsid w:val="006516AC"/>
    <w:rsid w:val="0067501F"/>
    <w:rsid w:val="00676208"/>
    <w:rsid w:val="0068112E"/>
    <w:rsid w:val="00693E4D"/>
    <w:rsid w:val="00693F4D"/>
    <w:rsid w:val="00696C59"/>
    <w:rsid w:val="00696F4A"/>
    <w:rsid w:val="006A3ABC"/>
    <w:rsid w:val="006A3FBD"/>
    <w:rsid w:val="006A7720"/>
    <w:rsid w:val="006B6AD8"/>
    <w:rsid w:val="006D211D"/>
    <w:rsid w:val="006F0252"/>
    <w:rsid w:val="00705304"/>
    <w:rsid w:val="007136BE"/>
    <w:rsid w:val="00735FF2"/>
    <w:rsid w:val="007544C1"/>
    <w:rsid w:val="00780D71"/>
    <w:rsid w:val="00795D3D"/>
    <w:rsid w:val="007A6433"/>
    <w:rsid w:val="007B7219"/>
    <w:rsid w:val="00801377"/>
    <w:rsid w:val="00822194"/>
    <w:rsid w:val="008358E1"/>
    <w:rsid w:val="008662E2"/>
    <w:rsid w:val="00891371"/>
    <w:rsid w:val="008938A4"/>
    <w:rsid w:val="008B06B2"/>
    <w:rsid w:val="008C6877"/>
    <w:rsid w:val="008D2107"/>
    <w:rsid w:val="008D3378"/>
    <w:rsid w:val="008D7FFB"/>
    <w:rsid w:val="008E512E"/>
    <w:rsid w:val="009344A0"/>
    <w:rsid w:val="00940D86"/>
    <w:rsid w:val="00947E29"/>
    <w:rsid w:val="00984A22"/>
    <w:rsid w:val="00995B83"/>
    <w:rsid w:val="00997DBC"/>
    <w:rsid w:val="009B3CB1"/>
    <w:rsid w:val="009C1C30"/>
    <w:rsid w:val="009D3BEC"/>
    <w:rsid w:val="009E7935"/>
    <w:rsid w:val="00A16B91"/>
    <w:rsid w:val="00A237A7"/>
    <w:rsid w:val="00A249F0"/>
    <w:rsid w:val="00A32073"/>
    <w:rsid w:val="00A654F2"/>
    <w:rsid w:val="00A70FE9"/>
    <w:rsid w:val="00A95308"/>
    <w:rsid w:val="00AA5A47"/>
    <w:rsid w:val="00AB2E9A"/>
    <w:rsid w:val="00AB516D"/>
    <w:rsid w:val="00AB5714"/>
    <w:rsid w:val="00AC0ACF"/>
    <w:rsid w:val="00AD0C9D"/>
    <w:rsid w:val="00B044F9"/>
    <w:rsid w:val="00B26D84"/>
    <w:rsid w:val="00B3505E"/>
    <w:rsid w:val="00B3513A"/>
    <w:rsid w:val="00B416EB"/>
    <w:rsid w:val="00B72966"/>
    <w:rsid w:val="00B74504"/>
    <w:rsid w:val="00B872B7"/>
    <w:rsid w:val="00B97327"/>
    <w:rsid w:val="00BB3610"/>
    <w:rsid w:val="00BD5F55"/>
    <w:rsid w:val="00BD796D"/>
    <w:rsid w:val="00BE3413"/>
    <w:rsid w:val="00BF0FA9"/>
    <w:rsid w:val="00BF45DD"/>
    <w:rsid w:val="00BF6DC7"/>
    <w:rsid w:val="00C33D01"/>
    <w:rsid w:val="00C36644"/>
    <w:rsid w:val="00C429C6"/>
    <w:rsid w:val="00C57383"/>
    <w:rsid w:val="00C63A0A"/>
    <w:rsid w:val="00C71ACB"/>
    <w:rsid w:val="00C83A4C"/>
    <w:rsid w:val="00CA0F18"/>
    <w:rsid w:val="00CA771F"/>
    <w:rsid w:val="00CB178A"/>
    <w:rsid w:val="00CB7EB8"/>
    <w:rsid w:val="00CC2957"/>
    <w:rsid w:val="00CC4EEF"/>
    <w:rsid w:val="00CE163E"/>
    <w:rsid w:val="00CF7F94"/>
    <w:rsid w:val="00D15364"/>
    <w:rsid w:val="00D41F58"/>
    <w:rsid w:val="00D4512B"/>
    <w:rsid w:val="00D7367D"/>
    <w:rsid w:val="00D7683E"/>
    <w:rsid w:val="00DA2D12"/>
    <w:rsid w:val="00DD6120"/>
    <w:rsid w:val="00DE188C"/>
    <w:rsid w:val="00DE695F"/>
    <w:rsid w:val="00DF6944"/>
    <w:rsid w:val="00E22757"/>
    <w:rsid w:val="00E36E64"/>
    <w:rsid w:val="00E553A7"/>
    <w:rsid w:val="00E56ECA"/>
    <w:rsid w:val="00E57C15"/>
    <w:rsid w:val="00E8499A"/>
    <w:rsid w:val="00EB715F"/>
    <w:rsid w:val="00EC2176"/>
    <w:rsid w:val="00ED7F34"/>
    <w:rsid w:val="00EE1CE3"/>
    <w:rsid w:val="00EE4E5D"/>
    <w:rsid w:val="00EE67AC"/>
    <w:rsid w:val="00F07EF0"/>
    <w:rsid w:val="00F1233B"/>
    <w:rsid w:val="00F27F1A"/>
    <w:rsid w:val="00F450B2"/>
    <w:rsid w:val="00F51FC0"/>
    <w:rsid w:val="00F57665"/>
    <w:rsid w:val="00F6158F"/>
    <w:rsid w:val="00F72FE8"/>
    <w:rsid w:val="00F87694"/>
    <w:rsid w:val="00FC3EA7"/>
    <w:rsid w:val="00FD3164"/>
    <w:rsid w:val="00F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strokecolor="aqua">
      <v:fill on="f"/>
      <v:stroke startarrowwidth="narrow" startarrowlength="short" endarrowwidth="narrow" endarrowlength="short" color="aqua" color2="none" weight="1pt"/>
      <v:textbox inset="1pt,1pt,1pt,1pt"/>
    </o:shapedefaults>
    <o:shapelayout v:ext="edit">
      <o:idmap v:ext="edit" data="2"/>
    </o:shapelayout>
  </w:shapeDefaults>
  <w:decimalSymbol w:val=","/>
  <w:listSeparator w:val=";"/>
  <w14:docId w14:val="182E7D20"/>
  <w15:docId w15:val="{1E8979B2-2011-422E-A348-44C8E784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93E4D"/>
    <w:pPr>
      <w:overflowPunct w:val="0"/>
      <w:autoSpaceDE w:val="0"/>
      <w:autoSpaceDN w:val="0"/>
      <w:adjustRightInd w:val="0"/>
      <w:spacing w:after="140"/>
      <w:textAlignment w:val="baseline"/>
    </w:pPr>
    <w:rPr>
      <w:rFonts w:ascii="Frutiger Roman" w:hAnsi="Frutiger Roman"/>
      <w:sz w:val="24"/>
    </w:rPr>
  </w:style>
  <w:style w:type="paragraph" w:styleId="berschrift1">
    <w:name w:val="heading 1"/>
    <w:next w:val="Text"/>
    <w:qFormat/>
    <w:rsid w:val="00E57C15"/>
    <w:pPr>
      <w:keepNext/>
      <w:keepLines/>
      <w:numPr>
        <w:numId w:val="1"/>
      </w:numPr>
      <w:pBdr>
        <w:top w:val="single" w:sz="12" w:space="5" w:color="auto"/>
      </w:pBdr>
      <w:suppressAutoHyphens/>
      <w:overflowPunct w:val="0"/>
      <w:autoSpaceDE w:val="0"/>
      <w:autoSpaceDN w:val="0"/>
      <w:adjustRightInd w:val="0"/>
      <w:spacing w:before="120" w:after="240"/>
      <w:textAlignment w:val="baseline"/>
      <w:outlineLvl w:val="0"/>
    </w:pPr>
    <w:rPr>
      <w:rFonts w:ascii="DB Office" w:hAnsi="DB Office"/>
      <w:kern w:val="28"/>
      <w:sz w:val="28"/>
    </w:rPr>
  </w:style>
  <w:style w:type="paragraph" w:styleId="berschrift2">
    <w:name w:val="heading 2"/>
    <w:basedOn w:val="berschrift1"/>
    <w:next w:val="Text"/>
    <w:qFormat/>
    <w:rsid w:val="00E57C15"/>
    <w:pPr>
      <w:numPr>
        <w:ilvl w:val="1"/>
      </w:numPr>
      <w:spacing w:before="240"/>
      <w:outlineLvl w:val="1"/>
    </w:pPr>
  </w:style>
  <w:style w:type="paragraph" w:styleId="berschrift3">
    <w:name w:val="heading 3"/>
    <w:basedOn w:val="berschrift2"/>
    <w:next w:val="Text"/>
    <w:qFormat/>
    <w:rsid w:val="00E57C15"/>
    <w:pPr>
      <w:numPr>
        <w:ilvl w:val="0"/>
        <w:numId w:val="0"/>
      </w:numPr>
      <w:outlineLvl w:val="2"/>
    </w:pPr>
  </w:style>
  <w:style w:type="paragraph" w:styleId="berschrift4">
    <w:name w:val="heading 4"/>
    <w:basedOn w:val="berschrift3"/>
    <w:next w:val="Text"/>
    <w:qFormat/>
    <w:rsid w:val="00E57C15"/>
    <w:pPr>
      <w:numPr>
        <w:ilvl w:val="3"/>
        <w:numId w:val="1"/>
      </w:numPr>
      <w:pBdr>
        <w:top w:val="none" w:sz="0" w:space="0" w:color="auto"/>
      </w:pBdr>
      <w:spacing w:after="120"/>
      <w:outlineLvl w:val="3"/>
    </w:pPr>
  </w:style>
  <w:style w:type="paragraph" w:styleId="berschrift5">
    <w:name w:val="heading 5"/>
    <w:basedOn w:val="berschrift4"/>
    <w:next w:val="Text"/>
    <w:qFormat/>
    <w:rsid w:val="00E57C15"/>
    <w:pPr>
      <w:numPr>
        <w:ilvl w:val="4"/>
      </w:numPr>
      <w:outlineLvl w:val="4"/>
    </w:pPr>
  </w:style>
  <w:style w:type="paragraph" w:styleId="berschrift6">
    <w:name w:val="heading 6"/>
    <w:basedOn w:val="berschrift4"/>
    <w:next w:val="Text"/>
    <w:qFormat/>
    <w:rsid w:val="00E57C15"/>
    <w:pPr>
      <w:numPr>
        <w:ilvl w:val="5"/>
      </w:numPr>
      <w:outlineLvl w:val="5"/>
    </w:pPr>
  </w:style>
  <w:style w:type="paragraph" w:styleId="berschrift7">
    <w:name w:val="heading 7"/>
    <w:basedOn w:val="berschrift4"/>
    <w:next w:val="Text"/>
    <w:qFormat/>
    <w:rsid w:val="00E57C15"/>
    <w:pPr>
      <w:numPr>
        <w:ilvl w:val="6"/>
      </w:numPr>
      <w:outlineLvl w:val="6"/>
    </w:pPr>
  </w:style>
  <w:style w:type="paragraph" w:styleId="berschrift8">
    <w:name w:val="heading 8"/>
    <w:basedOn w:val="berschrift4"/>
    <w:next w:val="Text"/>
    <w:qFormat/>
    <w:rsid w:val="00E57C15"/>
    <w:pPr>
      <w:numPr>
        <w:ilvl w:val="7"/>
      </w:numPr>
      <w:outlineLvl w:val="7"/>
    </w:pPr>
  </w:style>
  <w:style w:type="paragraph" w:styleId="berschrift9">
    <w:name w:val="heading 9"/>
    <w:basedOn w:val="berschrift4"/>
    <w:next w:val="Text"/>
    <w:qFormat/>
    <w:rsid w:val="00E57C15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rsid w:val="00647DE1"/>
    <w:pPr>
      <w:spacing w:after="120"/>
      <w:ind w:left="567"/>
      <w:jc w:val="both"/>
    </w:pPr>
    <w:rPr>
      <w:rFonts w:ascii="DB Office" w:hAnsi="DB Office"/>
      <w:color w:val="000000"/>
      <w:sz w:val="22"/>
    </w:rPr>
  </w:style>
  <w:style w:type="paragraph" w:customStyle="1" w:styleId="Hervorhebung1">
    <w:name w:val="Hervorhebung1"/>
    <w:basedOn w:val="Text"/>
    <w:next w:val="Text"/>
    <w:pPr>
      <w:spacing w:before="560" w:after="280"/>
      <w:jc w:val="left"/>
    </w:pPr>
    <w:rPr>
      <w:rFonts w:ascii="Frutiger Bold" w:hAnsi="Frutiger Bold"/>
    </w:rPr>
  </w:style>
  <w:style w:type="paragraph" w:styleId="Verzeichnis1">
    <w:name w:val="toc 1"/>
    <w:basedOn w:val="Standard"/>
    <w:next w:val="Verzeichnis2"/>
    <w:semiHidden/>
    <w:pPr>
      <w:keepLines/>
      <w:tabs>
        <w:tab w:val="right" w:leader="dot" w:pos="9638"/>
      </w:tabs>
      <w:spacing w:before="140"/>
    </w:pPr>
    <w:rPr>
      <w:rFonts w:ascii="DB Office" w:hAnsi="DB Office"/>
    </w:rPr>
  </w:style>
  <w:style w:type="paragraph" w:styleId="Verzeichnis2">
    <w:name w:val="toc 2"/>
    <w:basedOn w:val="Verzeichnis1"/>
    <w:semiHidden/>
    <w:pPr>
      <w:spacing w:before="0" w:after="60"/>
    </w:pPr>
  </w:style>
  <w:style w:type="paragraph" w:customStyle="1" w:styleId="Tab-Kopf">
    <w:name w:val="Tab-Kopf"/>
    <w:basedOn w:val="Standard"/>
    <w:next w:val="Tab-Text"/>
    <w:pPr>
      <w:keepLines/>
      <w:spacing w:before="60" w:after="60"/>
    </w:pPr>
    <w:rPr>
      <w:rFonts w:ascii="Frutiger Bold" w:hAnsi="Frutiger Bold"/>
      <w:sz w:val="20"/>
    </w:rPr>
  </w:style>
  <w:style w:type="paragraph" w:customStyle="1" w:styleId="Tab-Text">
    <w:name w:val="Tab-Text"/>
    <w:basedOn w:val="Tab-Kopf"/>
    <w:rPr>
      <w:rFonts w:ascii="Frutiger Roman" w:hAnsi="Frutiger Roman"/>
      <w:sz w:val="24"/>
    </w:rPr>
  </w:style>
  <w:style w:type="paragraph" w:styleId="Kopfzeile">
    <w:name w:val="header"/>
    <w:basedOn w:val="Standard"/>
    <w:next w:val="Kopfzeile2"/>
    <w:rsid w:val="00F1233B"/>
    <w:pPr>
      <w:tabs>
        <w:tab w:val="right" w:pos="10206"/>
      </w:tabs>
      <w:spacing w:after="0"/>
      <w:ind w:right="3119"/>
    </w:pPr>
    <w:rPr>
      <w:rFonts w:ascii="DB Office" w:hAnsi="DB Office"/>
      <w:sz w:val="28"/>
    </w:rPr>
  </w:style>
  <w:style w:type="paragraph" w:customStyle="1" w:styleId="Kopfzeile2">
    <w:name w:val="Kopfzeile2"/>
    <w:basedOn w:val="Kopfzeile"/>
    <w:rsid w:val="00F1233B"/>
    <w:pPr>
      <w:pBdr>
        <w:bottom w:val="single" w:sz="4" w:space="1" w:color="auto"/>
      </w:pBdr>
      <w:ind w:right="0"/>
    </w:pPr>
    <w:rPr>
      <w:sz w:val="24"/>
    </w:rPr>
  </w:style>
  <w:style w:type="paragraph" w:styleId="Fuzeile">
    <w:name w:val="footer"/>
    <w:basedOn w:val="Kopfzeile2"/>
    <w:rsid w:val="00F1233B"/>
    <w:pPr>
      <w:pBdr>
        <w:top w:val="single" w:sz="4" w:space="1" w:color="auto"/>
        <w:bottom w:val="none" w:sz="0" w:space="0" w:color="auto"/>
      </w:pBdr>
    </w:pPr>
    <w:rPr>
      <w:sz w:val="20"/>
    </w:rPr>
  </w:style>
  <w:style w:type="paragraph" w:styleId="Index1">
    <w:name w:val="index 1"/>
    <w:basedOn w:val="Standard"/>
    <w:semiHidden/>
    <w:pPr>
      <w:tabs>
        <w:tab w:val="right" w:leader="dot" w:pos="4459"/>
      </w:tabs>
      <w:spacing w:after="0"/>
      <w:ind w:left="240" w:hanging="240"/>
    </w:pPr>
    <w:rPr>
      <w:sz w:val="20"/>
    </w:rPr>
  </w:style>
  <w:style w:type="paragraph" w:styleId="Beschriftung">
    <w:name w:val="caption"/>
    <w:basedOn w:val="Standard"/>
    <w:next w:val="Text"/>
    <w:qFormat/>
    <w:pPr>
      <w:keepLines/>
      <w:ind w:left="2268"/>
    </w:pPr>
    <w:rPr>
      <w:sz w:val="20"/>
    </w:rPr>
  </w:style>
  <w:style w:type="paragraph" w:styleId="Abbildungsverzeichnis">
    <w:name w:val="table of figures"/>
    <w:basedOn w:val="Verzeichnis2"/>
    <w:next w:val="Verzeichnis2"/>
    <w:semiHidden/>
    <w:pPr>
      <w:ind w:left="480" w:hanging="480"/>
    </w:pPr>
  </w:style>
  <w:style w:type="paragraph" w:customStyle="1" w:styleId="Titel-Kopf">
    <w:name w:val="Titel-Kopf"/>
    <w:basedOn w:val="Text"/>
    <w:pPr>
      <w:tabs>
        <w:tab w:val="left" w:pos="1304"/>
        <w:tab w:val="right" w:pos="9072"/>
      </w:tabs>
      <w:spacing w:before="900"/>
      <w:ind w:left="0"/>
    </w:pPr>
    <w:rPr>
      <w:sz w:val="36"/>
    </w:rPr>
  </w:style>
  <w:style w:type="paragraph" w:styleId="Indexberschrift">
    <w:name w:val="index heading"/>
    <w:basedOn w:val="Standard"/>
    <w:next w:val="Index1"/>
    <w:semiHidden/>
    <w:pPr>
      <w:spacing w:before="280"/>
    </w:pPr>
    <w:rPr>
      <w:rFonts w:ascii="Frutiger Bold" w:hAnsi="Frutiger Bold"/>
      <w:sz w:val="20"/>
    </w:rPr>
  </w:style>
  <w:style w:type="paragraph" w:customStyle="1" w:styleId="Glossar">
    <w:name w:val="Glossar"/>
    <w:basedOn w:val="Text"/>
    <w:pPr>
      <w:keepNext/>
      <w:keepLines/>
      <w:tabs>
        <w:tab w:val="left" w:pos="2268"/>
      </w:tabs>
      <w:ind w:left="0"/>
      <w:jc w:val="left"/>
    </w:pPr>
  </w:style>
  <w:style w:type="paragraph" w:styleId="Standardeinzug">
    <w:name w:val="Normal Indent"/>
    <w:basedOn w:val="Standard"/>
    <w:pPr>
      <w:ind w:left="2552"/>
    </w:pPr>
  </w:style>
  <w:style w:type="paragraph" w:styleId="Verzeichnis3">
    <w:name w:val="toc 3"/>
    <w:basedOn w:val="Verzeichnis2"/>
    <w:semiHidden/>
    <w:pPr>
      <w:ind w:left="397"/>
    </w:pPr>
  </w:style>
  <w:style w:type="paragraph" w:styleId="Index2">
    <w:name w:val="index 2"/>
    <w:basedOn w:val="Standard"/>
    <w:next w:val="Standard"/>
    <w:semiHidden/>
    <w:pPr>
      <w:tabs>
        <w:tab w:val="right" w:leader="dot" w:pos="4459"/>
      </w:tabs>
      <w:spacing w:after="0"/>
      <w:ind w:left="480" w:hanging="240"/>
    </w:pPr>
    <w:rPr>
      <w:sz w:val="20"/>
    </w:rPr>
  </w:style>
  <w:style w:type="paragraph" w:styleId="Index3">
    <w:name w:val="index 3"/>
    <w:basedOn w:val="Standard"/>
    <w:next w:val="Standard"/>
    <w:semiHidden/>
    <w:pPr>
      <w:tabs>
        <w:tab w:val="right" w:leader="dot" w:pos="4459"/>
      </w:tabs>
      <w:spacing w:after="0"/>
      <w:ind w:left="720" w:hanging="240"/>
    </w:pPr>
    <w:rPr>
      <w:sz w:val="20"/>
    </w:rPr>
  </w:style>
  <w:style w:type="paragraph" w:styleId="Index4">
    <w:name w:val="index 4"/>
    <w:basedOn w:val="Standard"/>
    <w:next w:val="Standard"/>
    <w:semiHidden/>
    <w:pPr>
      <w:tabs>
        <w:tab w:val="right" w:leader="dot" w:pos="4459"/>
      </w:tabs>
      <w:spacing w:after="0"/>
      <w:ind w:left="960" w:hanging="240"/>
    </w:pPr>
    <w:rPr>
      <w:sz w:val="20"/>
    </w:rPr>
  </w:style>
  <w:style w:type="paragraph" w:styleId="Index5">
    <w:name w:val="index 5"/>
    <w:basedOn w:val="Standard"/>
    <w:next w:val="Standard"/>
    <w:semiHidden/>
    <w:pPr>
      <w:tabs>
        <w:tab w:val="right" w:leader="dot" w:pos="4459"/>
      </w:tabs>
      <w:spacing w:after="0"/>
      <w:ind w:left="1200" w:hanging="240"/>
    </w:pPr>
    <w:rPr>
      <w:sz w:val="20"/>
    </w:rPr>
  </w:style>
  <w:style w:type="paragraph" w:styleId="Index6">
    <w:name w:val="index 6"/>
    <w:basedOn w:val="Standard"/>
    <w:next w:val="Standard"/>
    <w:semiHidden/>
    <w:pPr>
      <w:tabs>
        <w:tab w:val="right" w:leader="dot" w:pos="4459"/>
      </w:tabs>
      <w:spacing w:after="0"/>
      <w:ind w:left="1440" w:hanging="240"/>
    </w:pPr>
    <w:rPr>
      <w:sz w:val="20"/>
    </w:rPr>
  </w:style>
  <w:style w:type="paragraph" w:styleId="Index7">
    <w:name w:val="index 7"/>
    <w:basedOn w:val="Standard"/>
    <w:next w:val="Standard"/>
    <w:semiHidden/>
    <w:pPr>
      <w:tabs>
        <w:tab w:val="right" w:leader="dot" w:pos="4459"/>
      </w:tabs>
      <w:spacing w:after="0"/>
      <w:ind w:left="1680" w:hanging="240"/>
    </w:pPr>
    <w:rPr>
      <w:sz w:val="20"/>
    </w:rPr>
  </w:style>
  <w:style w:type="paragraph" w:styleId="Index8">
    <w:name w:val="index 8"/>
    <w:basedOn w:val="Standard"/>
    <w:next w:val="Standard"/>
    <w:semiHidden/>
    <w:pPr>
      <w:tabs>
        <w:tab w:val="right" w:leader="dot" w:pos="4459"/>
      </w:tabs>
      <w:spacing w:after="0"/>
      <w:ind w:left="1920" w:hanging="240"/>
    </w:pPr>
    <w:rPr>
      <w:sz w:val="20"/>
    </w:rPr>
  </w:style>
  <w:style w:type="paragraph" w:styleId="Index9">
    <w:name w:val="index 9"/>
    <w:basedOn w:val="Standard"/>
    <w:next w:val="Standard"/>
    <w:semiHidden/>
    <w:pPr>
      <w:tabs>
        <w:tab w:val="right" w:leader="dot" w:pos="4459"/>
      </w:tabs>
      <w:spacing w:after="0"/>
      <w:ind w:left="2160" w:hanging="240"/>
    </w:pPr>
    <w:rPr>
      <w:sz w:val="20"/>
    </w:rPr>
  </w:style>
  <w:style w:type="paragraph" w:customStyle="1" w:styleId="Beschrifttung2">
    <w:name w:val="Beschrifttung2"/>
    <w:basedOn w:val="Beschriftung"/>
    <w:next w:val="Text"/>
    <w:pPr>
      <w:ind w:left="0"/>
      <w:jc w:val="center"/>
    </w:pPr>
  </w:style>
  <w:style w:type="paragraph" w:customStyle="1" w:styleId="Hinweis">
    <w:name w:val="Hinweis"/>
    <w:basedOn w:val="Text"/>
    <w:next w:val="Text"/>
    <w:pPr>
      <w:pBdr>
        <w:top w:val="single" w:sz="12" w:space="3" w:color="0000FF" w:shadow="1"/>
        <w:left w:val="single" w:sz="12" w:space="3" w:color="0000FF" w:shadow="1"/>
        <w:bottom w:val="single" w:sz="12" w:space="3" w:color="0000FF" w:shadow="1"/>
        <w:right w:val="single" w:sz="12" w:space="3" w:color="0000FF" w:shadow="1"/>
      </w:pBdr>
    </w:pPr>
  </w:style>
  <w:style w:type="paragraph" w:customStyle="1" w:styleId="Verweis">
    <w:name w:val="Verweis"/>
    <w:basedOn w:val="Glossar"/>
    <w:rPr>
      <w:color w:val="0000FF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Frutiger Bold" w:hAnsi="Frutiger Bold"/>
    </w:rPr>
  </w:style>
  <w:style w:type="character" w:customStyle="1" w:styleId="KopfTitel">
    <w:name w:val="KopfTitel"/>
    <w:rPr>
      <w:rFonts w:ascii="Arial" w:hAnsi="Arial"/>
      <w:sz w:val="56"/>
    </w:rPr>
  </w:style>
  <w:style w:type="character" w:customStyle="1" w:styleId="KopfThema">
    <w:name w:val="KopfThema"/>
    <w:rPr>
      <w:rFonts w:ascii="Arial" w:hAnsi="Arial"/>
      <w:sz w:val="56"/>
    </w:rPr>
  </w:style>
  <w:style w:type="character" w:customStyle="1" w:styleId="KopfVersion">
    <w:name w:val="KopfVersion"/>
    <w:rPr>
      <w:rFonts w:ascii="Arial" w:hAnsi="Arial"/>
      <w:sz w:val="36"/>
    </w:rPr>
  </w:style>
  <w:style w:type="character" w:customStyle="1" w:styleId="KopfStatus">
    <w:name w:val="KopfStatus"/>
    <w:rPr>
      <w:rFonts w:ascii="Arial" w:hAnsi="Arial"/>
      <w:sz w:val="36"/>
    </w:rPr>
  </w:style>
  <w:style w:type="paragraph" w:customStyle="1" w:styleId="Inhalt">
    <w:name w:val="Inhalt"/>
    <w:basedOn w:val="Standard"/>
    <w:rsid w:val="00947E29"/>
    <w:pPr>
      <w:keepNext/>
      <w:keepLines/>
      <w:suppressLineNumbers/>
      <w:tabs>
        <w:tab w:val="left" w:pos="1247"/>
        <w:tab w:val="right" w:pos="9639"/>
      </w:tabs>
      <w:suppressAutoHyphens/>
    </w:pPr>
    <w:rPr>
      <w:kern w:val="28"/>
      <w:sz w:val="28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Blickfang1">
    <w:name w:val="Blickfang 1"/>
    <w:basedOn w:val="Standard"/>
    <w:next w:val="Standard"/>
    <w:pPr>
      <w:widowControl w:val="0"/>
      <w:tabs>
        <w:tab w:val="left" w:pos="6804"/>
        <w:tab w:val="left" w:pos="7938"/>
      </w:tabs>
      <w:spacing w:after="120"/>
      <w:ind w:left="1134" w:hanging="283"/>
    </w:pPr>
    <w:rPr>
      <w:rFonts w:ascii="Arial" w:hAnsi="Arial"/>
      <w:color w:val="000080"/>
      <w:sz w:val="20"/>
    </w:rPr>
  </w:style>
  <w:style w:type="paragraph" w:customStyle="1" w:styleId="Blickfang2">
    <w:name w:val="Blickfang 2"/>
    <w:basedOn w:val="Standard"/>
    <w:pPr>
      <w:widowControl w:val="0"/>
      <w:tabs>
        <w:tab w:val="left" w:pos="6804"/>
        <w:tab w:val="left" w:pos="7938"/>
      </w:tabs>
      <w:spacing w:after="120"/>
      <w:ind w:left="1418" w:hanging="284"/>
    </w:pPr>
    <w:rPr>
      <w:rFonts w:ascii="Arial" w:hAnsi="Arial"/>
      <w:color w:val="000080"/>
      <w:sz w:val="20"/>
    </w:rPr>
  </w:style>
  <w:style w:type="paragraph" w:customStyle="1" w:styleId="Einzug">
    <w:name w:val="Einzug"/>
    <w:basedOn w:val="Verzeichnis1"/>
    <w:pPr>
      <w:keepLines w:val="0"/>
      <w:widowControl w:val="0"/>
      <w:tabs>
        <w:tab w:val="clear" w:pos="9638"/>
        <w:tab w:val="left" w:pos="6804"/>
        <w:tab w:val="left" w:pos="7938"/>
      </w:tabs>
      <w:spacing w:before="0" w:after="120"/>
      <w:ind w:left="1134"/>
    </w:pPr>
    <w:rPr>
      <w:rFonts w:ascii="Arial" w:hAnsi="Arial"/>
      <w:color w:val="000080"/>
      <w:sz w:val="20"/>
    </w:rPr>
  </w:style>
  <w:style w:type="paragraph" w:styleId="Textkrper-Zeileneinzug">
    <w:name w:val="Body Text Indent"/>
    <w:basedOn w:val="Standard"/>
    <w:pPr>
      <w:ind w:left="851"/>
    </w:pPr>
    <w:rPr>
      <w:color w:val="000000"/>
    </w:rPr>
  </w:style>
  <w:style w:type="paragraph" w:styleId="Textkrper-Einzug2">
    <w:name w:val="Body Text Indent 2"/>
    <w:basedOn w:val="Standard"/>
    <w:pPr>
      <w:ind w:left="709"/>
    </w:pPr>
    <w:rPr>
      <w:color w:val="000000"/>
    </w:rPr>
  </w:style>
  <w:style w:type="paragraph" w:customStyle="1" w:styleId="Briefinhalt">
    <w:name w:val="Briefinhalt"/>
    <w:basedOn w:val="Standard"/>
    <w:pPr>
      <w:spacing w:after="0" w:line="280" w:lineRule="exact"/>
      <w:ind w:right="737"/>
    </w:pPr>
    <w:rPr>
      <w:sz w:val="22"/>
    </w:rPr>
  </w:style>
  <w:style w:type="paragraph" w:customStyle="1" w:styleId="Platzhalter">
    <w:name w:val="Platzhalter"/>
    <w:next w:val="berschrift3"/>
    <w:rPr>
      <w:rFonts w:ascii="Helvetica" w:hAnsi="Helvetica"/>
      <w:noProof/>
    </w:rPr>
  </w:style>
  <w:style w:type="paragraph" w:customStyle="1" w:styleId="Hit">
    <w:name w:val="Hit"/>
    <w:basedOn w:val="Standard"/>
    <w:pPr>
      <w:tabs>
        <w:tab w:val="left" w:pos="567"/>
        <w:tab w:val="left" w:pos="1418"/>
        <w:tab w:val="left" w:pos="2410"/>
        <w:tab w:val="right" w:pos="4395"/>
        <w:tab w:val="right" w:pos="5812"/>
        <w:tab w:val="right" w:pos="7230"/>
        <w:tab w:val="right" w:pos="8647"/>
      </w:tabs>
      <w:overflowPunct/>
      <w:autoSpaceDE/>
      <w:autoSpaceDN/>
      <w:adjustRightInd/>
      <w:spacing w:after="0"/>
      <w:textAlignment w:val="auto"/>
    </w:pPr>
    <w:rPr>
      <w:rFonts w:ascii="Arial" w:hAnsi="Arial"/>
      <w:sz w:val="22"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Hyperlink">
    <w:name w:val="Hyperlink"/>
    <w:rPr>
      <w:color w:val="0000FF"/>
      <w:u w:val="single"/>
    </w:rPr>
  </w:style>
  <w:style w:type="character" w:customStyle="1" w:styleId="text1">
    <w:name w:val="text1"/>
    <w:rPr>
      <w:rFonts w:ascii="Arial" w:hAnsi="Arial" w:cs="Arial" w:hint="default"/>
      <w:sz w:val="14"/>
      <w:szCs w:val="14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after="0"/>
      <w:textAlignment w:val="auto"/>
    </w:pPr>
    <w:rPr>
      <w:rFonts w:ascii="Courier New" w:eastAsia="Courier New" w:hAnsi="Courier New" w:cs="Courier New"/>
      <w:sz w:val="20"/>
    </w:rPr>
  </w:style>
  <w:style w:type="character" w:styleId="BesuchterLink">
    <w:name w:val="FollowedHyperlink"/>
    <w:rPr>
      <w:color w:val="800080"/>
      <w:u w:val="single"/>
    </w:rPr>
  </w:style>
  <w:style w:type="paragraph" w:styleId="Textkrper">
    <w:name w:val="Body Text"/>
    <w:basedOn w:val="Standard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ascii="DB Office" w:hAnsi="DB Office" w:cs="Arial"/>
      <w:noProof/>
      <w:color w:val="000000"/>
      <w:sz w:val="22"/>
      <w:lang w:val="de-CH"/>
    </w:rPr>
  </w:style>
  <w:style w:type="character" w:customStyle="1" w:styleId="WW8Num18z1">
    <w:name w:val="WW8Num18z1"/>
    <w:rPr>
      <w:rFonts w:ascii="Courier New" w:hAnsi="Courier New"/>
    </w:rPr>
  </w:style>
  <w:style w:type="paragraph" w:customStyle="1" w:styleId="Nummerierung1">
    <w:name w:val="Nummerierung 1"/>
    <w:basedOn w:val="Standard"/>
    <w:pPr>
      <w:numPr>
        <w:numId w:val="14"/>
      </w:numPr>
      <w:tabs>
        <w:tab w:val="clear" w:pos="360"/>
        <w:tab w:val="num" w:pos="284"/>
      </w:tabs>
      <w:overflowPunct/>
      <w:autoSpaceDE/>
      <w:autoSpaceDN/>
      <w:adjustRightInd/>
      <w:spacing w:after="120"/>
      <w:ind w:left="284" w:hanging="284"/>
      <w:textAlignment w:val="auto"/>
    </w:pPr>
    <w:rPr>
      <w:color w:val="000000"/>
      <w:sz w:val="22"/>
    </w:rPr>
  </w:style>
  <w:style w:type="paragraph" w:customStyle="1" w:styleId="Nummerierung2">
    <w:name w:val="Nummerierung 2"/>
    <w:basedOn w:val="Standard"/>
    <w:pPr>
      <w:numPr>
        <w:ilvl w:val="1"/>
        <w:numId w:val="13"/>
      </w:numPr>
      <w:tabs>
        <w:tab w:val="left" w:pos="-1843"/>
      </w:tabs>
      <w:overflowPunct/>
      <w:autoSpaceDE/>
      <w:autoSpaceDN/>
      <w:adjustRightInd/>
      <w:spacing w:after="120"/>
      <w:ind w:left="426" w:firstLine="0"/>
      <w:textAlignment w:val="auto"/>
    </w:pPr>
    <w:rPr>
      <w:color w:val="000000"/>
      <w:sz w:val="22"/>
    </w:rPr>
  </w:style>
  <w:style w:type="paragraph" w:customStyle="1" w:styleId="Nummerierung3">
    <w:name w:val="Nummerierung 3"/>
    <w:basedOn w:val="Nummerierung2"/>
    <w:pPr>
      <w:numPr>
        <w:ilvl w:val="2"/>
      </w:numPr>
      <w:tabs>
        <w:tab w:val="left" w:pos="-1701"/>
        <w:tab w:val="num" w:pos="360"/>
      </w:tabs>
      <w:ind w:left="993" w:firstLine="11"/>
    </w:pPr>
  </w:style>
  <w:style w:type="paragraph" w:customStyle="1" w:styleId="Aufzhlung1-Punkte">
    <w:name w:val="Aufzählung 1 - Punkte"/>
    <w:basedOn w:val="Standard"/>
    <w:pPr>
      <w:numPr>
        <w:numId w:val="22"/>
      </w:numPr>
      <w:tabs>
        <w:tab w:val="left" w:pos="-2977"/>
      </w:tabs>
      <w:overflowPunct/>
      <w:autoSpaceDE/>
      <w:autoSpaceDN/>
      <w:adjustRightInd/>
      <w:spacing w:after="120"/>
      <w:ind w:right="28"/>
      <w:textAlignment w:val="auto"/>
    </w:pPr>
    <w:rPr>
      <w:sz w:val="22"/>
    </w:rPr>
  </w:style>
  <w:style w:type="paragraph" w:customStyle="1" w:styleId="Aufzhlung1-Nummer">
    <w:name w:val="Aufzählung 1 - Nummer"/>
    <w:basedOn w:val="Aufzhlung1-Punkte"/>
    <w:pPr>
      <w:numPr>
        <w:numId w:val="0"/>
      </w:numPr>
    </w:pPr>
    <w:rPr>
      <w:sz w:val="20"/>
    </w:rPr>
  </w:style>
  <w:style w:type="paragraph" w:styleId="Textkrper-Einzug3">
    <w:name w:val="Body Text Indent 3"/>
    <w:basedOn w:val="Standard"/>
    <w:pPr>
      <w:ind w:left="964"/>
    </w:pPr>
    <w:rPr>
      <w:b/>
      <w:bCs/>
      <w:color w:val="000000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Arial"/>
      <w:sz w:val="20"/>
    </w:rPr>
  </w:style>
  <w:style w:type="paragraph" w:customStyle="1" w:styleId="aufz">
    <w:name w:val="aufz"/>
    <w:basedOn w:val="Standard"/>
    <w:next w:val="Textkrper-Zeileneinzug"/>
    <w:pPr>
      <w:keepNext/>
      <w:keepLines/>
      <w:numPr>
        <w:numId w:val="23"/>
      </w:numPr>
      <w:spacing w:before="120" w:after="120"/>
      <w:ind w:left="284" w:hanging="284"/>
      <w:jc w:val="both"/>
    </w:pPr>
    <w:rPr>
      <w:sz w:val="22"/>
    </w:rPr>
  </w:style>
  <w:style w:type="paragraph" w:customStyle="1" w:styleId="Aufzhlungstext">
    <w:name w:val="Aufzählungstext"/>
    <w:basedOn w:val="Standard"/>
    <w:pPr>
      <w:spacing w:after="60" w:line="240" w:lineRule="atLeast"/>
      <w:ind w:left="284"/>
      <w:jc w:val="both"/>
    </w:pPr>
    <w:rPr>
      <w:sz w:val="22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Aufzhlungszeichen2">
    <w:name w:val="List Bullet 2"/>
    <w:basedOn w:val="Standard"/>
    <w:autoRedefine/>
    <w:pPr>
      <w:numPr>
        <w:numId w:val="3"/>
      </w:numPr>
    </w:pPr>
  </w:style>
  <w:style w:type="paragraph" w:styleId="Aufzhlungszeichen3">
    <w:name w:val="List Bullet 3"/>
    <w:basedOn w:val="Standard"/>
    <w:autoRedefine/>
    <w:pPr>
      <w:numPr>
        <w:numId w:val="4"/>
      </w:numPr>
    </w:pPr>
  </w:style>
  <w:style w:type="paragraph" w:styleId="Aufzhlungszeichen4">
    <w:name w:val="List Bullet 4"/>
    <w:basedOn w:val="Standard"/>
    <w:autoRedefine/>
    <w:pPr>
      <w:numPr>
        <w:numId w:val="15"/>
      </w:numPr>
    </w:pPr>
  </w:style>
  <w:style w:type="paragraph" w:styleId="Aufzhlungszeichen5">
    <w:name w:val="List Bullet 5"/>
    <w:basedOn w:val="Standard"/>
    <w:autoRedefine/>
    <w:pPr>
      <w:numPr>
        <w:numId w:val="16"/>
      </w:numPr>
    </w:p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7"/>
      </w:numPr>
    </w:pPr>
  </w:style>
  <w:style w:type="paragraph" w:styleId="Listennummer2">
    <w:name w:val="List Number 2"/>
    <w:basedOn w:val="Standard"/>
    <w:pPr>
      <w:numPr>
        <w:numId w:val="18"/>
      </w:numPr>
    </w:pPr>
  </w:style>
  <w:style w:type="paragraph" w:styleId="Listennummer3">
    <w:name w:val="List Number 3"/>
    <w:basedOn w:val="Standard"/>
    <w:pPr>
      <w:numPr>
        <w:numId w:val="19"/>
      </w:numPr>
    </w:pPr>
  </w:style>
  <w:style w:type="paragraph" w:styleId="Listennummer4">
    <w:name w:val="List Number 4"/>
    <w:basedOn w:val="Standard"/>
    <w:pPr>
      <w:numPr>
        <w:numId w:val="20"/>
      </w:numPr>
    </w:pPr>
  </w:style>
  <w:style w:type="paragraph" w:styleId="Listennummer5">
    <w:name w:val="List Number 5"/>
    <w:basedOn w:val="Standard"/>
    <w:pPr>
      <w:numPr>
        <w:numId w:val="21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40"/>
      <w:textAlignment w:val="baseline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NurText">
    <w:name w:val="Plain Text"/>
    <w:basedOn w:val="Standard"/>
    <w:rPr>
      <w:rFonts w:ascii="Courier New" w:hAnsi="Courier New" w:cs="Courier New"/>
      <w:sz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rstzeileneinzug">
    <w:name w:val="Body Text First Indent"/>
    <w:basedOn w:val="Textkrper"/>
    <w:pPr>
      <w:overflowPunct w:val="0"/>
      <w:autoSpaceDE w:val="0"/>
      <w:autoSpaceDN w:val="0"/>
      <w:adjustRightInd w:val="0"/>
      <w:ind w:left="0" w:firstLine="210"/>
      <w:textAlignment w:val="baseline"/>
    </w:pPr>
    <w:rPr>
      <w:rFonts w:ascii="Frutiger Roman" w:hAnsi="Frutiger Roman"/>
      <w:noProof w:val="0"/>
      <w:color w:val="auto"/>
      <w:sz w:val="24"/>
    </w:rPr>
  </w:style>
  <w:style w:type="paragraph" w:styleId="Textkrper-Erstzeileneinzug2">
    <w:name w:val="Body Text First Indent 2"/>
    <w:basedOn w:val="Textkrper-Zeileneinzug"/>
    <w:pPr>
      <w:spacing w:after="120"/>
      <w:ind w:left="283" w:firstLine="210"/>
    </w:pPr>
    <w:rPr>
      <w:color w:val="auto"/>
    </w:rPr>
  </w:style>
  <w:style w:type="paragraph" w:styleId="Umschlagabsenderadresse">
    <w:name w:val="envelope return"/>
    <w:basedOn w:val="Standard"/>
    <w:rPr>
      <w:rFonts w:cs="Arial"/>
      <w:sz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Cs w:val="24"/>
    </w:rPr>
  </w:style>
  <w:style w:type="character" w:styleId="Fett">
    <w:name w:val="Strong"/>
    <w:qFormat/>
    <w:rPr>
      <w:b/>
      <w:bCs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RubrikenSublines">
    <w:name w:val="Rubriken/Sublines"/>
    <w:basedOn w:val="Standard"/>
    <w:pPr>
      <w:overflowPunct/>
      <w:autoSpaceDE/>
      <w:autoSpaceDN/>
      <w:adjustRightInd/>
      <w:spacing w:after="0"/>
      <w:textAlignment w:val="auto"/>
    </w:pPr>
    <w:rPr>
      <w:rFonts w:ascii="DB Office" w:hAnsi="DB Office"/>
      <w:b/>
      <w:color w:val="FFFFFF"/>
      <w:sz w:val="18"/>
    </w:rPr>
  </w:style>
  <w:style w:type="paragraph" w:customStyle="1" w:styleId="Aufzhlung1">
    <w:name w:val="Aufzählung 1."/>
    <w:basedOn w:val="Standard"/>
    <w:pPr>
      <w:numPr>
        <w:numId w:val="36"/>
      </w:numPr>
      <w:tabs>
        <w:tab w:val="clear" w:pos="360"/>
        <w:tab w:val="left" w:pos="-2977"/>
        <w:tab w:val="num" w:pos="284"/>
      </w:tabs>
      <w:overflowPunct/>
      <w:autoSpaceDE/>
      <w:autoSpaceDN/>
      <w:adjustRightInd/>
      <w:spacing w:after="120"/>
      <w:ind w:left="284" w:right="28" w:hanging="284"/>
      <w:textAlignment w:val="auto"/>
    </w:pPr>
    <w:rPr>
      <w:rFonts w:ascii="DB Office" w:hAnsi="DB Office"/>
      <w:sz w:val="22"/>
    </w:rPr>
  </w:style>
  <w:style w:type="character" w:styleId="Seitenzahl">
    <w:name w:val="page number"/>
    <w:basedOn w:val="Absatz-Standardschriftart"/>
    <w:rsid w:val="00CF7F94"/>
  </w:style>
  <w:style w:type="paragraph" w:customStyle="1" w:styleId="Headline1">
    <w:name w:val="Headline 1"/>
    <w:basedOn w:val="Standard"/>
    <w:next w:val="Standard"/>
    <w:rsid w:val="00F6158F"/>
    <w:pPr>
      <w:overflowPunct/>
      <w:autoSpaceDE/>
      <w:autoSpaceDN/>
      <w:adjustRightInd/>
      <w:spacing w:after="0"/>
      <w:ind w:left="2835" w:right="-2"/>
      <w:textAlignment w:val="auto"/>
    </w:pPr>
    <w:rPr>
      <w:rFonts w:ascii="DB Office" w:hAnsi="DB Office"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rojekt\VOICE_2007_-_VERGABE\Konzernweites%20VoIP\20%20Vergabe%20Dokumente\Anlage%20Systemausschreibung%20Vorlage%202008-04-16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339daf76-c2bb-471c-bfc7-a41018185e29" xsi:nil="true"/>
    <lcf76f155ced4ddcb4097134ff3c332f xmlns="339daf76-c2bb-471c-bfc7-a41018185e29">
      <Terms xmlns="http://schemas.microsoft.com/office/infopath/2007/PartnerControls"/>
    </lcf76f155ced4ddcb4097134ff3c332f>
    <TaxCatchAll xmlns="c51689e4-8584-4c54-9e59-078496b1a2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175E4E936A5746B9DE7D876EA1A7FF" ma:contentTypeVersion="15" ma:contentTypeDescription="Ein neues Dokument erstellen." ma:contentTypeScope="" ma:versionID="4f310a11b283010e09dbbfe294ab966f">
  <xsd:schema xmlns:xsd="http://www.w3.org/2001/XMLSchema" xmlns:xs="http://www.w3.org/2001/XMLSchema" xmlns:p="http://schemas.microsoft.com/office/2006/metadata/properties" xmlns:ns2="339daf76-c2bb-471c-bfc7-a41018185e29" xmlns:ns3="c51689e4-8584-4c54-9e59-078496b1a2c2" targetNamespace="http://schemas.microsoft.com/office/2006/metadata/properties" ma:root="true" ma:fieldsID="e895aad8c2cb85d96bc71066305478a3" ns2:_="" ns3:_="">
    <xsd:import namespace="339daf76-c2bb-471c-bfc7-a41018185e29"/>
    <xsd:import namespace="c51689e4-8584-4c54-9e59-078496b1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daf76-c2bb-471c-bfc7-a41018185e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689e4-8584-4c54-9e59-078496b1a2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1fac73-7dd8-4ecc-acc8-ee8a6f39ba56}" ma:internalName="TaxCatchAll" ma:showField="CatchAllData" ma:web="c51689e4-8584-4c54-9e59-078496b1a2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F2FE5-B6EF-4AA0-B052-F0C0B893DF36}">
  <ds:schemaRefs>
    <ds:schemaRef ds:uri="http://schemas.microsoft.com/office/2006/metadata/properties"/>
    <ds:schemaRef ds:uri="http://schemas.microsoft.com/office/infopath/2007/PartnerControls"/>
    <ds:schemaRef ds:uri="339daf76-c2bb-471c-bfc7-a41018185e29"/>
    <ds:schemaRef ds:uri="c51689e4-8584-4c54-9e59-078496b1a2c2"/>
  </ds:schemaRefs>
</ds:datastoreItem>
</file>

<file path=customXml/itemProps2.xml><?xml version="1.0" encoding="utf-8"?>
<ds:datastoreItem xmlns:ds="http://schemas.openxmlformats.org/officeDocument/2006/customXml" ds:itemID="{83B842B6-B199-4DE6-8AEB-F6A4450A4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daf76-c2bb-471c-bfc7-a41018185e29"/>
    <ds:schemaRef ds:uri="c51689e4-8584-4c54-9e59-078496b1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F8D76F-F4BA-4C6F-9FAD-6FF901D9D3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Systemausschreibung Vorlage 2008-04-16</Template>
  <TotalTime>0</TotalTime>
  <Pages>1</Pages>
  <Words>79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 Konzernweites VoIP</vt:lpstr>
    </vt:vector>
  </TitlesOfParts>
  <Company>DB Systel GmbH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 Konzernweites VoIP</dc:title>
  <dc:subject>Anlage 17: Subunternehmerliste</dc:subject>
  <dc:creator>Fabian Ruhnau</dc:creator>
  <cp:lastModifiedBy>Benjamin Pohl</cp:lastModifiedBy>
  <cp:revision>32</cp:revision>
  <cp:lastPrinted>2025-11-27T10:06:00Z</cp:lastPrinted>
  <dcterms:created xsi:type="dcterms:W3CDTF">2020-07-10T06:46:00Z</dcterms:created>
  <dcterms:modified xsi:type="dcterms:W3CDTF">2026-01-11T16:19:00Z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Freigegeben</vt:lpwstr>
  </property>
  <property fmtid="{D5CDD505-2E9C-101B-9397-08002B2CF9AE}" pid="3" name="Version">
    <vt:lpwstr>1.0</vt:lpwstr>
  </property>
  <property fmtid="{D5CDD505-2E9C-101B-9397-08002B2CF9AE}" pid="4" name="ContentTypeId">
    <vt:lpwstr>0x0101003C175E4E936A5746B9DE7D876EA1A7FF</vt:lpwstr>
  </property>
  <property fmtid="{D5CDD505-2E9C-101B-9397-08002B2CF9AE}" pid="5" name="MediaServiceImageTags">
    <vt:lpwstr/>
  </property>
  <property fmtid="{D5CDD505-2E9C-101B-9397-08002B2CF9AE}" pid="6" name="Order">
    <vt:r8>14409700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